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07FE3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89721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8FF26B2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7F7C6150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Lisa 1</w:t>
      </w:r>
    </w:p>
    <w:p w14:paraId="61AE346B" w14:textId="1680C6A6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 w:rsidR="002671A9">
        <w:rPr>
          <w:spacing w:val="0"/>
          <w:position w:val="0"/>
          <w:sz w:val="20"/>
        </w:rPr>
        <w:t>FFL</w:t>
      </w:r>
      <w:r w:rsidR="00773768">
        <w:rPr>
          <w:spacing w:val="0"/>
          <w:position w:val="0"/>
          <w:sz w:val="20"/>
        </w:rPr>
        <w:t xml:space="preserve"> Trading </w:t>
      </w:r>
      <w:r w:rsidR="00031196">
        <w:rPr>
          <w:spacing w:val="0"/>
          <w:position w:val="0"/>
          <w:sz w:val="20"/>
        </w:rPr>
        <w:t xml:space="preserve"> OÜ</w:t>
      </w:r>
      <w:r w:rsidR="00031196" w:rsidRPr="00330C91">
        <w:rPr>
          <w:spacing w:val="0"/>
          <w:position w:val="0"/>
          <w:sz w:val="20"/>
        </w:rPr>
        <w:t xml:space="preserve"> </w:t>
      </w:r>
      <w:r w:rsidRPr="00330C91">
        <w:rPr>
          <w:spacing w:val="0"/>
          <w:position w:val="0"/>
          <w:sz w:val="20"/>
        </w:rPr>
        <w:t>vahelise</w:t>
      </w:r>
    </w:p>
    <w:p w14:paraId="731DDE89" w14:textId="77777777" w:rsidR="00E87A59" w:rsidRPr="00330C91" w:rsidRDefault="00E87A59" w:rsidP="00E87A5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5BEF1CA9" w14:textId="188FE7BB" w:rsidR="005253F3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 w:rsidR="00E005F4">
        <w:rPr>
          <w:spacing w:val="0"/>
          <w:position w:val="0"/>
          <w:sz w:val="20"/>
        </w:rPr>
        <w:t>202</w:t>
      </w:r>
      <w:r w:rsidR="00BB3B92">
        <w:rPr>
          <w:spacing w:val="0"/>
          <w:position w:val="0"/>
          <w:sz w:val="20"/>
        </w:rPr>
        <w:t>5</w:t>
      </w:r>
      <w:r w:rsidR="002671A9">
        <w:rPr>
          <w:spacing w:val="0"/>
          <w:position w:val="0"/>
          <w:sz w:val="20"/>
        </w:rPr>
        <w:t>/</w:t>
      </w:r>
      <w:r w:rsidR="00BB3B92">
        <w:rPr>
          <w:spacing w:val="0"/>
          <w:position w:val="0"/>
          <w:sz w:val="20"/>
        </w:rPr>
        <w:t>98</w:t>
      </w:r>
      <w:r w:rsidR="00581A17">
        <w:rPr>
          <w:spacing w:val="0"/>
          <w:position w:val="0"/>
          <w:sz w:val="20"/>
        </w:rPr>
        <w:t xml:space="preserve">   </w:t>
      </w:r>
      <w:r w:rsidRPr="00330C91">
        <w:rPr>
          <w:spacing w:val="0"/>
          <w:position w:val="0"/>
          <w:sz w:val="20"/>
        </w:rPr>
        <w:t>juurde</w:t>
      </w:r>
    </w:p>
    <w:p w14:paraId="7F2B7900" w14:textId="77777777" w:rsidR="00E87A59" w:rsidRDefault="00E87A59" w:rsidP="00E87A59">
      <w:pPr>
        <w:ind w:left="4080" w:firstLine="680"/>
        <w:jc w:val="center"/>
        <w:rPr>
          <w:spacing w:val="0"/>
          <w:position w:val="0"/>
          <w:sz w:val="20"/>
        </w:rPr>
      </w:pPr>
    </w:p>
    <w:p w14:paraId="41CDEDA3" w14:textId="77777777" w:rsidR="00E87A59" w:rsidRPr="00330C91" w:rsidRDefault="00E87A59" w:rsidP="00E87A59">
      <w:pPr>
        <w:ind w:left="4080" w:firstLine="680"/>
        <w:jc w:val="center"/>
      </w:pPr>
    </w:p>
    <w:p w14:paraId="14224AC7" w14:textId="77777777" w:rsidR="005253F3" w:rsidRPr="00330C91" w:rsidRDefault="005253F3" w:rsidP="00A111CB">
      <w:pPr>
        <w:jc w:val="center"/>
        <w:rPr>
          <w:b/>
          <w:sz w:val="20"/>
        </w:rPr>
      </w:pPr>
      <w:r w:rsidRPr="00330C91">
        <w:rPr>
          <w:b/>
          <w:sz w:val="20"/>
        </w:rPr>
        <w:t>TARNEGRAAFIK</w:t>
      </w:r>
    </w:p>
    <w:p w14:paraId="029B6F7E" w14:textId="77777777" w:rsidR="005253F3" w:rsidRPr="00330C91" w:rsidRDefault="005253F3" w:rsidP="00D2770C">
      <w:pPr>
        <w:jc w:val="center"/>
        <w:rPr>
          <w:sz w:val="18"/>
        </w:rPr>
      </w:pPr>
    </w:p>
    <w:p w14:paraId="2010D4EC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40C5124A" w14:textId="77777777" w:rsidR="005253F3" w:rsidRPr="00330C91" w:rsidRDefault="005253F3" w:rsidP="005655A4">
      <w:pPr>
        <w:rPr>
          <w:sz w:val="18"/>
          <w:szCs w:val="18"/>
        </w:rPr>
      </w:pPr>
    </w:p>
    <w:p w14:paraId="635B8655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Tarnegraafik on järgmine: </w:t>
      </w:r>
    </w:p>
    <w:p w14:paraId="493D68D5" w14:textId="77777777" w:rsidR="005253F3" w:rsidRPr="00330C91" w:rsidRDefault="005253F3" w:rsidP="005655A4">
      <w:pPr>
        <w:rPr>
          <w:b/>
          <w:sz w:val="18"/>
          <w:szCs w:val="18"/>
        </w:rPr>
      </w:pPr>
    </w:p>
    <w:p w14:paraId="53EB9A2E" w14:textId="49BBC4F2" w:rsidR="00A4075E" w:rsidRPr="00330C91" w:rsidRDefault="005253F3" w:rsidP="00A4075E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="00A4075E" w:rsidRPr="00330C91">
        <w:rPr>
          <w:b/>
          <w:sz w:val="20"/>
        </w:rPr>
        <w:t xml:space="preserve">. </w:t>
      </w:r>
      <w:r w:rsidR="00976666">
        <w:rPr>
          <w:sz w:val="20"/>
        </w:rPr>
        <w:t xml:space="preserve">RMK  avaliku </w:t>
      </w:r>
      <w:r w:rsidR="00A4075E" w:rsidRPr="00330C91">
        <w:rPr>
          <w:sz w:val="20"/>
        </w:rPr>
        <w:t xml:space="preserve"> enampakkumise edukaks tunn</w:t>
      </w:r>
      <w:r w:rsidR="00A4075E">
        <w:rPr>
          <w:sz w:val="20"/>
        </w:rPr>
        <w:t>istamise protokolli nr 3-3.4/</w:t>
      </w:r>
      <w:r w:rsidR="00EB1385">
        <w:rPr>
          <w:sz w:val="20"/>
        </w:rPr>
        <w:t>2</w:t>
      </w:r>
      <w:r w:rsidR="00A4075E" w:rsidRPr="00330C91">
        <w:rPr>
          <w:sz w:val="20"/>
        </w:rPr>
        <w:t xml:space="preserve"> kohaselt </w:t>
      </w:r>
      <w:r w:rsidR="00A4075E" w:rsidRPr="00330C91">
        <w:rPr>
          <w:bCs/>
          <w:sz w:val="20"/>
        </w:rPr>
        <w:t>Müüja müüb ja Ostja ostab Metsamaterjali, mille Sortiment, Tarnekoht</w:t>
      </w:r>
      <w:r w:rsidR="00A4075E">
        <w:rPr>
          <w:bCs/>
          <w:sz w:val="20"/>
        </w:rPr>
        <w:t>, Tarnetingimus</w:t>
      </w:r>
      <w:r w:rsidR="00A4075E" w:rsidRPr="00330C91">
        <w:rPr>
          <w:bCs/>
          <w:sz w:val="20"/>
        </w:rPr>
        <w:t xml:space="preserve"> ja</w:t>
      </w:r>
      <w:r w:rsidR="00A4075E">
        <w:rPr>
          <w:bCs/>
          <w:sz w:val="20"/>
        </w:rPr>
        <w:t xml:space="preserve"> </w:t>
      </w:r>
      <w:r w:rsidR="00A4075E" w:rsidRPr="00330C91">
        <w:rPr>
          <w:bCs/>
          <w:sz w:val="20"/>
        </w:rPr>
        <w:t xml:space="preserve"> kogus Tarneperioodil </w:t>
      </w:r>
      <w:r w:rsidR="00773768">
        <w:rPr>
          <w:bCs/>
          <w:sz w:val="20"/>
        </w:rPr>
        <w:t>aprill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EB1385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</w:t>
      </w:r>
      <w:r w:rsidR="00A4075E">
        <w:rPr>
          <w:bCs/>
          <w:sz w:val="20"/>
        </w:rPr>
        <w:t>–</w:t>
      </w:r>
      <w:r w:rsidR="00773768">
        <w:rPr>
          <w:bCs/>
          <w:sz w:val="20"/>
        </w:rPr>
        <w:t>juuni</w:t>
      </w:r>
      <w:r w:rsidR="00A4075E">
        <w:rPr>
          <w:bCs/>
          <w:sz w:val="20"/>
        </w:rPr>
        <w:t>.20</w:t>
      </w:r>
      <w:r w:rsidR="00581A17">
        <w:rPr>
          <w:bCs/>
          <w:sz w:val="20"/>
        </w:rPr>
        <w:t>2</w:t>
      </w:r>
      <w:r w:rsidR="00EB1385">
        <w:rPr>
          <w:bCs/>
          <w:sz w:val="20"/>
        </w:rPr>
        <w:t>5</w:t>
      </w:r>
      <w:r w:rsidR="00A4075E" w:rsidRPr="00330C91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5"/>
        <w:gridCol w:w="1392"/>
        <w:gridCol w:w="1830"/>
        <w:gridCol w:w="1201"/>
        <w:gridCol w:w="1201"/>
        <w:gridCol w:w="1201"/>
        <w:gridCol w:w="1201"/>
      </w:tblGrid>
      <w:tr w:rsidR="00773768" w:rsidRPr="00330C91" w14:paraId="6BAF2D6F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1086B8A5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02" w:type="pct"/>
            <w:noWrap/>
            <w:vAlign w:val="bottom"/>
          </w:tcPr>
          <w:p w14:paraId="1B6654EE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923" w:type="pct"/>
            <w:vAlign w:val="bottom"/>
          </w:tcPr>
          <w:p w14:paraId="3FD4F0C6" w14:textId="77777777" w:rsidR="00773768" w:rsidRPr="00330C91" w:rsidRDefault="00773768" w:rsidP="001A043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606" w:type="pct"/>
          </w:tcPr>
          <w:p w14:paraId="760822A9" w14:textId="07AF0112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Aprill</w:t>
            </w:r>
          </w:p>
        </w:tc>
        <w:tc>
          <w:tcPr>
            <w:tcW w:w="606" w:type="pct"/>
          </w:tcPr>
          <w:p w14:paraId="657DEFC7" w14:textId="750FA2DD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Mai</w:t>
            </w:r>
          </w:p>
        </w:tc>
        <w:tc>
          <w:tcPr>
            <w:tcW w:w="606" w:type="pct"/>
          </w:tcPr>
          <w:p w14:paraId="6725AC40" w14:textId="3F325241" w:rsidR="00773768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 xml:space="preserve"> Juuni</w:t>
            </w:r>
          </w:p>
        </w:tc>
        <w:tc>
          <w:tcPr>
            <w:tcW w:w="606" w:type="pct"/>
            <w:noWrap/>
            <w:vAlign w:val="bottom"/>
          </w:tcPr>
          <w:p w14:paraId="2B4E08AA" w14:textId="77777777" w:rsidR="00773768" w:rsidRPr="00330C91" w:rsidRDefault="00773768" w:rsidP="00EF38AB">
            <w:pPr>
              <w:rPr>
                <w:spacing w:val="0"/>
                <w:position w:val="0"/>
                <w:sz w:val="20"/>
                <w:lang w:eastAsia="et-EE"/>
              </w:rPr>
            </w:pPr>
            <w:r w:rsidRPr="00330C91">
              <w:rPr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773768" w:rsidRPr="00330C91" w14:paraId="1B28245E" w14:textId="77777777" w:rsidTr="00773768">
        <w:trPr>
          <w:trHeight w:val="255"/>
        </w:trPr>
        <w:tc>
          <w:tcPr>
            <w:tcW w:w="951" w:type="pct"/>
            <w:noWrap/>
            <w:vAlign w:val="bottom"/>
          </w:tcPr>
          <w:p w14:paraId="3A6EE6B2" w14:textId="377A03B0" w:rsidR="00773768" w:rsidRPr="00330C91" w:rsidRDefault="00773768" w:rsidP="00994A2C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K</w:t>
            </w:r>
            <w:r w:rsidR="00EB1385">
              <w:rPr>
                <w:spacing w:val="0"/>
                <w:position w:val="0"/>
                <w:sz w:val="20"/>
                <w:lang w:eastAsia="et-EE"/>
              </w:rPr>
              <w:t>ase</w:t>
            </w:r>
            <w:r>
              <w:rPr>
                <w:spacing w:val="0"/>
                <w:position w:val="0"/>
                <w:sz w:val="20"/>
                <w:lang w:eastAsia="et-EE"/>
              </w:rPr>
              <w:t>paberipuit</w:t>
            </w:r>
          </w:p>
        </w:tc>
        <w:tc>
          <w:tcPr>
            <w:tcW w:w="702" w:type="pct"/>
            <w:noWrap/>
            <w:vAlign w:val="bottom"/>
          </w:tcPr>
          <w:p w14:paraId="4B951FBE" w14:textId="0C477651" w:rsidR="00773768" w:rsidRPr="00330C91" w:rsidRDefault="00EB1385" w:rsidP="002671A9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923" w:type="pct"/>
          </w:tcPr>
          <w:p w14:paraId="32EF9723" w14:textId="77777777" w:rsidR="00773768" w:rsidRPr="00330C91" w:rsidRDefault="00773768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606" w:type="pct"/>
          </w:tcPr>
          <w:p w14:paraId="309CFDD6" w14:textId="437F4697" w:rsidR="00773768" w:rsidRDefault="00773768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</w:tcPr>
          <w:p w14:paraId="4B371876" w14:textId="4A2D5A49" w:rsidR="00773768" w:rsidRDefault="00EB1385" w:rsidP="00994A2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626</w:t>
            </w:r>
          </w:p>
        </w:tc>
        <w:tc>
          <w:tcPr>
            <w:tcW w:w="606" w:type="pct"/>
          </w:tcPr>
          <w:p w14:paraId="2C85EEC3" w14:textId="48ED6F9F" w:rsidR="00773768" w:rsidRPr="00581A17" w:rsidRDefault="00773768" w:rsidP="00994A2C">
            <w:pPr>
              <w:jc w:val="center"/>
              <w:rPr>
                <w:bCs/>
                <w:sz w:val="20"/>
              </w:rPr>
            </w:pPr>
          </w:p>
        </w:tc>
        <w:tc>
          <w:tcPr>
            <w:tcW w:w="606" w:type="pct"/>
            <w:noWrap/>
            <w:vAlign w:val="bottom"/>
          </w:tcPr>
          <w:p w14:paraId="29256889" w14:textId="29F0D514" w:rsidR="00773768" w:rsidRPr="00330C91" w:rsidRDefault="00EB1385" w:rsidP="00994A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626</w:t>
            </w:r>
          </w:p>
        </w:tc>
      </w:tr>
    </w:tbl>
    <w:p w14:paraId="6E07E065" w14:textId="77777777" w:rsid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</w:p>
    <w:p w14:paraId="3F387003" w14:textId="77777777" w:rsidR="001A043B" w:rsidRPr="001A043B" w:rsidRDefault="001A043B" w:rsidP="001A043B">
      <w:pPr>
        <w:jc w:val="both"/>
        <w:rPr>
          <w:b/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 xml:space="preserve">2. </w:t>
      </w:r>
      <w:r w:rsidRPr="001A043B">
        <w:rPr>
          <w:b/>
          <w:spacing w:val="0"/>
          <w:position w:val="0"/>
          <w:sz w:val="20"/>
          <w:lang w:eastAsia="et-EE"/>
        </w:rPr>
        <w:t xml:space="preserve">Vastuvõtt toimub tööpäevadel kell </w:t>
      </w:r>
      <w:r w:rsidR="00490EEC">
        <w:rPr>
          <w:b/>
          <w:spacing w:val="0"/>
          <w:position w:val="0"/>
          <w:sz w:val="20"/>
          <w:lang w:eastAsia="et-EE"/>
        </w:rPr>
        <w:t>8-17.00</w:t>
      </w:r>
      <w:r w:rsidRPr="001A043B">
        <w:rPr>
          <w:b/>
          <w:spacing w:val="0"/>
          <w:position w:val="0"/>
          <w:sz w:val="20"/>
          <w:lang w:eastAsia="et-EE"/>
        </w:rPr>
        <w:t xml:space="preserve"> </w:t>
      </w:r>
      <w:r w:rsidR="00490EEC">
        <w:rPr>
          <w:b/>
          <w:spacing w:val="0"/>
          <w:position w:val="0"/>
          <w:sz w:val="20"/>
          <w:lang w:eastAsia="et-EE"/>
        </w:rPr>
        <w:t>väljaspool tööaega kokkuleppel</w:t>
      </w:r>
      <w:r w:rsidRPr="001A043B">
        <w:rPr>
          <w:b/>
          <w:spacing w:val="0"/>
          <w:position w:val="0"/>
          <w:sz w:val="20"/>
          <w:lang w:eastAsia="et-EE"/>
        </w:rPr>
        <w:t xml:space="preserve">.  </w:t>
      </w:r>
    </w:p>
    <w:p w14:paraId="732DFD87" w14:textId="77777777" w:rsidR="005253F3" w:rsidRPr="00330C91" w:rsidRDefault="005253F3" w:rsidP="005655A4">
      <w:pPr>
        <w:rPr>
          <w:b/>
          <w:spacing w:val="0"/>
          <w:position w:val="0"/>
          <w:sz w:val="20"/>
          <w:lang w:eastAsia="et-EE"/>
        </w:rPr>
      </w:pPr>
    </w:p>
    <w:p w14:paraId="46640719" w14:textId="77777777" w:rsidR="005253F3" w:rsidRPr="00330C91" w:rsidRDefault="001A043B" w:rsidP="005655A4">
      <w:pPr>
        <w:rPr>
          <w:spacing w:val="0"/>
          <w:position w:val="0"/>
          <w:sz w:val="20"/>
          <w:lang w:eastAsia="et-EE"/>
        </w:rPr>
      </w:pPr>
      <w:r>
        <w:rPr>
          <w:b/>
          <w:spacing w:val="0"/>
          <w:position w:val="0"/>
          <w:sz w:val="20"/>
          <w:lang w:eastAsia="et-EE"/>
        </w:rPr>
        <w:t>3</w:t>
      </w:r>
      <w:r w:rsidR="005253F3" w:rsidRPr="00330C91">
        <w:rPr>
          <w:b/>
          <w:spacing w:val="0"/>
          <w:position w:val="0"/>
          <w:sz w:val="20"/>
          <w:lang w:eastAsia="et-EE"/>
        </w:rPr>
        <w:t>.</w:t>
      </w:r>
      <w:r w:rsidR="005253F3" w:rsidRPr="00330C91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="005253F3" w:rsidRPr="00330C91">
        <w:rPr>
          <w:spacing w:val="0"/>
          <w:position w:val="0"/>
          <w:sz w:val="20"/>
          <w:lang w:eastAsia="et-EE"/>
        </w:rPr>
        <w:t>üleandmata</w:t>
      </w:r>
      <w:proofErr w:type="spellEnd"/>
      <w:r w:rsidR="005253F3" w:rsidRPr="00330C91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10% vähem või rohkem.</w:t>
      </w:r>
    </w:p>
    <w:p w14:paraId="06712905" w14:textId="77777777" w:rsidR="005253F3" w:rsidRPr="00330C91" w:rsidRDefault="005253F3" w:rsidP="005655A4">
      <w:pPr>
        <w:jc w:val="both"/>
        <w:rPr>
          <w:bCs/>
          <w:sz w:val="20"/>
        </w:rPr>
      </w:pPr>
    </w:p>
    <w:p w14:paraId="3E3F5D9D" w14:textId="77777777" w:rsidR="00FB180D" w:rsidRPr="00246330" w:rsidRDefault="00FB180D" w:rsidP="00FB180D">
      <w:pPr>
        <w:jc w:val="both"/>
        <w:rPr>
          <w:b/>
          <w:bCs/>
          <w:sz w:val="20"/>
        </w:rPr>
      </w:pPr>
      <w:r w:rsidRPr="00246330">
        <w:rPr>
          <w:b/>
          <w:bCs/>
          <w:sz w:val="20"/>
        </w:rPr>
        <w:t>4</w:t>
      </w:r>
      <w:r>
        <w:rPr>
          <w:b/>
          <w:bCs/>
          <w:sz w:val="20"/>
        </w:rPr>
        <w:t>. Ettemaksugraafik:</w:t>
      </w:r>
    </w:p>
    <w:p w14:paraId="1FF71DBD" w14:textId="77777777" w:rsidR="00FB180D" w:rsidRDefault="00FB180D" w:rsidP="00FB180D">
      <w:pPr>
        <w:rPr>
          <w:sz w:val="20"/>
        </w:rPr>
      </w:pPr>
      <w:r>
        <w:rPr>
          <w:sz w:val="20"/>
        </w:rPr>
        <w:t xml:space="preserve">Ettemaks kolmes osas </w:t>
      </w:r>
      <w:r w:rsidRPr="00330C91">
        <w:rPr>
          <w:sz w:val="20"/>
        </w:rPr>
        <w:t xml:space="preserve">Müüja pangakontole nr </w:t>
      </w:r>
      <w:r>
        <w:rPr>
          <w:sz w:val="20"/>
        </w:rPr>
        <w:t>EE7810</w:t>
      </w:r>
      <w:r w:rsidRPr="00330C91">
        <w:rPr>
          <w:sz w:val="20"/>
        </w:rPr>
        <w:t>10402024861004</w:t>
      </w:r>
      <w:r>
        <w:rPr>
          <w:sz w:val="20"/>
        </w:rPr>
        <w:t>, maksekorraldusele lisada märkus viitega metsamaterjali müügilepingu numbrile:</w:t>
      </w:r>
    </w:p>
    <w:p w14:paraId="7F053E8E" w14:textId="0A04FC91" w:rsidR="00826E32" w:rsidRDefault="00053CDD" w:rsidP="00826E32">
      <w:pPr>
        <w:numPr>
          <w:ilvl w:val="0"/>
          <w:numId w:val="14"/>
        </w:numPr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>.0</w:t>
      </w:r>
      <w:r w:rsidR="00EB1385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>.202</w:t>
      </w:r>
      <w:r w:rsidR="00EB1385">
        <w:rPr>
          <w:color w:val="000000" w:themeColor="text1"/>
          <w:sz w:val="20"/>
        </w:rPr>
        <w:t>5</w:t>
      </w:r>
      <w:r w:rsidR="00FB180D" w:rsidRPr="004E5557">
        <w:rPr>
          <w:color w:val="000000" w:themeColor="text1"/>
          <w:sz w:val="20"/>
        </w:rPr>
        <w:t xml:space="preserve"> a.  summas </w:t>
      </w:r>
      <w:r w:rsidR="00EB1385">
        <w:rPr>
          <w:color w:val="000000" w:themeColor="text1"/>
          <w:sz w:val="20"/>
        </w:rPr>
        <w:t>32 696</w:t>
      </w:r>
      <w:r w:rsidR="00FB180D" w:rsidRPr="004E5557">
        <w:rPr>
          <w:color w:val="000000" w:themeColor="text1"/>
          <w:sz w:val="20"/>
        </w:rPr>
        <w:t xml:space="preserve"> (</w:t>
      </w:r>
      <w:r w:rsidR="00EB1385">
        <w:rPr>
          <w:color w:val="000000" w:themeColor="text1"/>
          <w:sz w:val="20"/>
        </w:rPr>
        <w:t>kolm</w:t>
      </w:r>
      <w:r w:rsidR="007117D7">
        <w:rPr>
          <w:color w:val="000000" w:themeColor="text1"/>
          <w:sz w:val="20"/>
        </w:rPr>
        <w:t xml:space="preserve">kümmend </w:t>
      </w:r>
      <w:r w:rsidR="00EB1385">
        <w:rPr>
          <w:color w:val="000000" w:themeColor="text1"/>
          <w:sz w:val="20"/>
        </w:rPr>
        <w:t>kaks</w:t>
      </w:r>
      <w:r w:rsidR="007117D7">
        <w:rPr>
          <w:color w:val="000000" w:themeColor="text1"/>
          <w:sz w:val="20"/>
        </w:rPr>
        <w:t xml:space="preserve"> </w:t>
      </w:r>
      <w:r w:rsidR="002671A9">
        <w:rPr>
          <w:color w:val="000000" w:themeColor="text1"/>
          <w:sz w:val="20"/>
        </w:rPr>
        <w:t xml:space="preserve">tuhat </w:t>
      </w:r>
      <w:r w:rsidR="00EB1385">
        <w:rPr>
          <w:color w:val="000000" w:themeColor="text1"/>
          <w:sz w:val="20"/>
        </w:rPr>
        <w:t>kuus</w:t>
      </w:r>
      <w:r w:rsidR="002671A9">
        <w:rPr>
          <w:color w:val="000000" w:themeColor="text1"/>
          <w:sz w:val="20"/>
        </w:rPr>
        <w:t xml:space="preserve">sada </w:t>
      </w:r>
      <w:r w:rsidR="00EB1385">
        <w:rPr>
          <w:color w:val="000000" w:themeColor="text1"/>
          <w:sz w:val="20"/>
        </w:rPr>
        <w:t>üheksa</w:t>
      </w:r>
      <w:r w:rsidR="007117D7">
        <w:rPr>
          <w:color w:val="000000" w:themeColor="text1"/>
          <w:sz w:val="20"/>
        </w:rPr>
        <w:t>k</w:t>
      </w:r>
      <w:r w:rsidR="002671A9">
        <w:rPr>
          <w:color w:val="000000" w:themeColor="text1"/>
          <w:sz w:val="20"/>
        </w:rPr>
        <w:t xml:space="preserve">ümmend </w:t>
      </w:r>
      <w:r w:rsidR="00EB1385">
        <w:rPr>
          <w:color w:val="000000" w:themeColor="text1"/>
          <w:sz w:val="20"/>
        </w:rPr>
        <w:t>kuus</w:t>
      </w:r>
      <w:r w:rsidR="002C7995">
        <w:rPr>
          <w:color w:val="000000" w:themeColor="text1"/>
          <w:sz w:val="20"/>
        </w:rPr>
        <w:t xml:space="preserve"> </w:t>
      </w:r>
      <w:r w:rsidR="00FB180D" w:rsidRPr="004E5557">
        <w:rPr>
          <w:color w:val="000000" w:themeColor="text1"/>
          <w:sz w:val="20"/>
        </w:rPr>
        <w:t>) eurot;</w:t>
      </w:r>
    </w:p>
    <w:p w14:paraId="5C40EFD2" w14:textId="70F99EFD" w:rsidR="00E2314F" w:rsidRPr="004E5557" w:rsidRDefault="00E2314F" w:rsidP="002C7995">
      <w:pPr>
        <w:ind w:left="720"/>
        <w:rPr>
          <w:color w:val="000000" w:themeColor="text1"/>
          <w:sz w:val="20"/>
        </w:rPr>
      </w:pPr>
    </w:p>
    <w:p w14:paraId="3E5FCB76" w14:textId="77777777" w:rsidR="00FB180D" w:rsidRPr="00506481" w:rsidRDefault="00FB180D" w:rsidP="00FB180D">
      <w:pPr>
        <w:jc w:val="both"/>
        <w:rPr>
          <w:bCs/>
          <w:color w:val="FF0000"/>
          <w:sz w:val="20"/>
        </w:rPr>
      </w:pPr>
    </w:p>
    <w:p w14:paraId="7C0D4C20" w14:textId="77777777" w:rsidR="00FB180D" w:rsidRPr="00330C91" w:rsidRDefault="00FB180D" w:rsidP="00FB180D">
      <w:pPr>
        <w:rPr>
          <w:b/>
          <w:sz w:val="20"/>
        </w:rPr>
      </w:pPr>
      <w:r>
        <w:rPr>
          <w:b/>
          <w:sz w:val="20"/>
        </w:rPr>
        <w:t>5</w:t>
      </w:r>
      <w:r w:rsidRPr="00330C91">
        <w:rPr>
          <w:b/>
          <w:sz w:val="20"/>
        </w:rPr>
        <w:t xml:space="preserve">. Poolte allkirjad  </w:t>
      </w:r>
    </w:p>
    <w:p w14:paraId="252E54CC" w14:textId="77777777" w:rsidR="005253F3" w:rsidRPr="00330C91" w:rsidRDefault="005253F3" w:rsidP="00EB57EF">
      <w:pPr>
        <w:rPr>
          <w:b/>
          <w:sz w:val="20"/>
        </w:rPr>
      </w:pPr>
    </w:p>
    <w:p w14:paraId="7D77E29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7B3D65F7" w14:textId="77777777" w:rsidR="005253F3" w:rsidRPr="00330C91" w:rsidRDefault="005253F3" w:rsidP="00EB57EF">
      <w:pPr>
        <w:rPr>
          <w:b/>
          <w:sz w:val="20"/>
        </w:rPr>
      </w:pPr>
    </w:p>
    <w:p w14:paraId="7D7DB920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5B33FF54" w14:textId="77777777" w:rsidR="005253F3" w:rsidRPr="00330C91" w:rsidRDefault="005253F3" w:rsidP="00EB57EF">
      <w:pPr>
        <w:rPr>
          <w:i/>
          <w:sz w:val="20"/>
        </w:rPr>
      </w:pPr>
    </w:p>
    <w:p w14:paraId="74D71959" w14:textId="77326479" w:rsidR="005B086F" w:rsidRDefault="005B086F" w:rsidP="005B086F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2C7995">
        <w:rPr>
          <w:b/>
          <w:sz w:val="20"/>
        </w:rPr>
        <w:t xml:space="preserve">Martin </w:t>
      </w:r>
      <w:proofErr w:type="spellStart"/>
      <w:r w:rsidR="002C7995">
        <w:rPr>
          <w:b/>
          <w:sz w:val="20"/>
        </w:rPr>
        <w:t>Seesmaa</w:t>
      </w:r>
      <w:proofErr w:type="spellEnd"/>
    </w:p>
    <w:p w14:paraId="7AF45162" w14:textId="77777777" w:rsidR="005253F3" w:rsidRPr="00330C91" w:rsidRDefault="005253F3" w:rsidP="00B8365C">
      <w:pPr>
        <w:ind w:left="5440" w:firstLine="680"/>
        <w:rPr>
          <w:b/>
          <w:sz w:val="20"/>
        </w:rPr>
      </w:pPr>
    </w:p>
    <w:p w14:paraId="09E305BB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18"/>
          <w:szCs w:val="18"/>
        </w:rPr>
        <w:br w:type="page"/>
      </w:r>
      <w:r w:rsidRPr="00330C91">
        <w:rPr>
          <w:spacing w:val="0"/>
          <w:position w:val="0"/>
          <w:sz w:val="20"/>
        </w:rPr>
        <w:lastRenderedPageBreak/>
        <w:t>Lisa 2</w:t>
      </w:r>
    </w:p>
    <w:p w14:paraId="0F159602" w14:textId="77777777" w:rsidR="00A06589" w:rsidRPr="00330C91" w:rsidRDefault="00A06589" w:rsidP="00A0658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4A289009" w14:textId="77777777" w:rsidR="00A06589" w:rsidRPr="00330C91" w:rsidRDefault="00A06589" w:rsidP="00A0658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6DDEE76D" w14:textId="112A83C9" w:rsidR="00031196" w:rsidRDefault="00A06589" w:rsidP="00A06589">
      <w:pPr>
        <w:ind w:left="5440" w:firstLine="680"/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2025/98   </w:t>
      </w:r>
    </w:p>
    <w:p w14:paraId="1B613FE7" w14:textId="77777777" w:rsidR="00031196" w:rsidRDefault="00031196" w:rsidP="00031196"/>
    <w:p w14:paraId="7CDD4BC5" w14:textId="77777777" w:rsidR="00031196" w:rsidRPr="00031196" w:rsidRDefault="00031196" w:rsidP="00031196"/>
    <w:p w14:paraId="50B0B003" w14:textId="77777777" w:rsidR="005253F3" w:rsidRPr="00330C91" w:rsidRDefault="005253F3" w:rsidP="00B30713">
      <w:pPr>
        <w:pStyle w:val="Pealkiri1"/>
        <w:jc w:val="center"/>
        <w:rPr>
          <w:kern w:val="0"/>
          <w:sz w:val="20"/>
        </w:rPr>
      </w:pPr>
      <w:r w:rsidRPr="00330C91">
        <w:rPr>
          <w:kern w:val="0"/>
          <w:sz w:val="20"/>
        </w:rPr>
        <w:t>KVALITEEDINÕUDED</w:t>
      </w:r>
    </w:p>
    <w:p w14:paraId="255D4F37" w14:textId="77777777" w:rsidR="005253F3" w:rsidRPr="00330C91" w:rsidRDefault="005253F3" w:rsidP="00244AC9">
      <w:pPr>
        <w:rPr>
          <w:sz w:val="20"/>
        </w:rPr>
      </w:pPr>
    </w:p>
    <w:p w14:paraId="07B4A895" w14:textId="77777777" w:rsidR="005253F3" w:rsidRPr="00330C91" w:rsidRDefault="005253F3" w:rsidP="003A7DD1">
      <w:pPr>
        <w:rPr>
          <w:sz w:val="20"/>
        </w:rPr>
      </w:pP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="00C92265">
        <w:rPr>
          <w:sz w:val="20"/>
        </w:rPr>
        <w:t>K</w:t>
      </w:r>
      <w:r w:rsidRPr="00330C91">
        <w:rPr>
          <w:sz w:val="20"/>
        </w:rPr>
        <w:t>uupäev vastavalt hilisem</w:t>
      </w:r>
      <w:r w:rsidR="00C92265">
        <w:rPr>
          <w:sz w:val="20"/>
        </w:rPr>
        <w:t>ale digitaalallkirja kuupäevale</w:t>
      </w:r>
    </w:p>
    <w:p w14:paraId="38B40710" w14:textId="77777777" w:rsidR="005253F3" w:rsidRPr="00330C91" w:rsidRDefault="005253F3" w:rsidP="00B30713">
      <w:pPr>
        <w:rPr>
          <w:sz w:val="18"/>
          <w:szCs w:val="18"/>
        </w:rPr>
      </w:pPr>
    </w:p>
    <w:p w14:paraId="6D7FCDB9" w14:textId="77777777" w:rsidR="005253F3" w:rsidRPr="00330C91" w:rsidRDefault="005253F3" w:rsidP="005655A4">
      <w:pPr>
        <w:rPr>
          <w:sz w:val="20"/>
        </w:rPr>
      </w:pPr>
      <w:r w:rsidRPr="00330C91">
        <w:rPr>
          <w:sz w:val="20"/>
        </w:rPr>
        <w:t xml:space="preserve">Pooled lepivad kokku, et Lepingu alusel müüdava Metsamaterjali kvaliteedinõuded on järgmised: </w:t>
      </w:r>
    </w:p>
    <w:p w14:paraId="5B041509" w14:textId="77777777" w:rsidR="005253F3" w:rsidRPr="00330C91" w:rsidRDefault="005253F3" w:rsidP="005655A4">
      <w:pPr>
        <w:rPr>
          <w:b/>
          <w:sz w:val="18"/>
        </w:rPr>
      </w:pPr>
    </w:p>
    <w:p w14:paraId="46A7EA96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</w:t>
      </w:r>
      <w:r w:rsidRPr="00330C91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2DF610C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bCs/>
          <w:sz w:val="20"/>
        </w:rPr>
        <w:t>1.1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kvaliteedi hindamine toimub </w:t>
      </w:r>
      <w:r w:rsidRPr="00490EEC">
        <w:rPr>
          <w:bCs/>
          <w:sz w:val="20"/>
        </w:rPr>
        <w:t>„RMK virnmaterjali standard“</w:t>
      </w:r>
      <w:r w:rsidRPr="00330C91">
        <w:rPr>
          <w:bCs/>
          <w:i/>
          <w:sz w:val="20"/>
        </w:rPr>
        <w:t xml:space="preserve"> </w:t>
      </w:r>
      <w:r w:rsidRPr="00330C91">
        <w:rPr>
          <w:bCs/>
          <w:sz w:val="20"/>
        </w:rPr>
        <w:t>(avaldatud www.rmk.ee) peatükk 1 „Üldised nõuded ja mõisted“ ja peatükk 2 „Kvaliteedinõuded“ alusel.</w:t>
      </w:r>
    </w:p>
    <w:p w14:paraId="3E9ADA0F" w14:textId="77777777" w:rsidR="005253F3" w:rsidRPr="00330C91" w:rsidRDefault="005253F3" w:rsidP="00AD3838">
      <w:pPr>
        <w:rPr>
          <w:bCs/>
          <w:sz w:val="20"/>
        </w:rPr>
      </w:pPr>
      <w:r w:rsidRPr="00330C91">
        <w:rPr>
          <w:b/>
          <w:bCs/>
          <w:sz w:val="20"/>
        </w:rPr>
        <w:t>1.2</w:t>
      </w:r>
      <w:r>
        <w:rPr>
          <w:b/>
          <w:bCs/>
          <w:sz w:val="20"/>
        </w:rPr>
        <w:t>.</w:t>
      </w:r>
      <w:r w:rsidRPr="00330C91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473"/>
        <w:gridCol w:w="2474"/>
        <w:gridCol w:w="2482"/>
        <w:gridCol w:w="2482"/>
      </w:tblGrid>
      <w:tr w:rsidR="005253F3" w:rsidRPr="00330C91" w14:paraId="7087DCA2" w14:textId="77777777" w:rsidTr="00186C05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3CFA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2041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ADC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AD52" w14:textId="77777777" w:rsidR="005253F3" w:rsidRPr="00330C91" w:rsidRDefault="005253F3" w:rsidP="00AD3838">
            <w:pPr>
              <w:rPr>
                <w:b/>
                <w:bCs/>
                <w:sz w:val="20"/>
              </w:rPr>
            </w:pPr>
            <w:r w:rsidRPr="00330C91">
              <w:rPr>
                <w:b/>
                <w:bCs/>
                <w:sz w:val="20"/>
              </w:rPr>
              <w:t xml:space="preserve">Kvaliteet </w:t>
            </w:r>
          </w:p>
        </w:tc>
      </w:tr>
      <w:tr w:rsidR="005253F3" w:rsidRPr="00330C91" w14:paraId="3FEFC935" w14:textId="77777777" w:rsidTr="006549F7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1562" w14:textId="7E0E4E72" w:rsidR="005253F3" w:rsidRPr="00330C91" w:rsidRDefault="0099744A" w:rsidP="00540171">
            <w:pPr>
              <w:rPr>
                <w:bCs/>
                <w:sz w:val="20"/>
              </w:rPr>
            </w:pPr>
            <w:r w:rsidRPr="0099744A">
              <w:rPr>
                <w:bCs/>
                <w:sz w:val="20"/>
              </w:rPr>
              <w:t>K</w:t>
            </w:r>
            <w:r w:rsidR="00960875">
              <w:rPr>
                <w:bCs/>
                <w:sz w:val="20"/>
              </w:rPr>
              <w:t>ase</w:t>
            </w:r>
            <w:r w:rsidR="006549F7">
              <w:rPr>
                <w:bCs/>
                <w:sz w:val="20"/>
              </w:rPr>
              <w:t>paberipuit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50C" w14:textId="77DE8C79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  <w:r w:rsidR="00490EEC">
              <w:rPr>
                <w:bCs/>
                <w:sz w:val="20"/>
              </w:rPr>
              <w:t>/</w:t>
            </w:r>
            <w:r>
              <w:rPr>
                <w:bCs/>
                <w:sz w:val="20"/>
              </w:rPr>
              <w:t>70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0A9F0C0A" w14:textId="2FED7A2A" w:rsidR="005253F3" w:rsidRPr="00330C91" w:rsidRDefault="006549F7" w:rsidP="00AD383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27-33</w:t>
            </w:r>
          </w:p>
        </w:tc>
        <w:tc>
          <w:tcPr>
            <w:tcW w:w="1252" w:type="pct"/>
            <w:tcBorders>
              <w:left w:val="single" w:sz="4" w:space="0" w:color="auto"/>
              <w:right w:val="single" w:sz="4" w:space="0" w:color="auto"/>
            </w:tcBorders>
          </w:tcPr>
          <w:p w14:paraId="129D8479" w14:textId="28BC0A3B" w:rsidR="005253F3" w:rsidRPr="00330C91" w:rsidRDefault="005253F3" w:rsidP="00AD3838">
            <w:pPr>
              <w:rPr>
                <w:bCs/>
                <w:sz w:val="20"/>
              </w:rPr>
            </w:pPr>
            <w:r w:rsidRPr="00330C91">
              <w:rPr>
                <w:bCs/>
                <w:sz w:val="20"/>
              </w:rPr>
              <w:t xml:space="preserve">Tabel nr </w:t>
            </w:r>
            <w:r w:rsidR="00490EEC">
              <w:rPr>
                <w:bCs/>
                <w:sz w:val="20"/>
              </w:rPr>
              <w:t>2.</w:t>
            </w:r>
            <w:r w:rsidR="00960875">
              <w:rPr>
                <w:bCs/>
                <w:sz w:val="20"/>
              </w:rPr>
              <w:t>1</w:t>
            </w:r>
          </w:p>
        </w:tc>
      </w:tr>
    </w:tbl>
    <w:p w14:paraId="6D06D962" w14:textId="77777777" w:rsidR="005253F3" w:rsidRPr="00490EEC" w:rsidRDefault="005253F3" w:rsidP="005655A4">
      <w:pPr>
        <w:rPr>
          <w:b/>
          <w:bCs/>
          <w:sz w:val="20"/>
        </w:rPr>
      </w:pPr>
    </w:p>
    <w:p w14:paraId="3ACE6A5B" w14:textId="77777777" w:rsidR="005253F3" w:rsidRPr="00490EEC" w:rsidRDefault="005253F3" w:rsidP="001E23CC">
      <w:pPr>
        <w:rPr>
          <w:bCs/>
          <w:sz w:val="20"/>
        </w:rPr>
      </w:pPr>
      <w:r w:rsidRPr="00490EEC">
        <w:rPr>
          <w:b/>
          <w:bCs/>
          <w:sz w:val="20"/>
        </w:rPr>
        <w:t>1.3.</w:t>
      </w:r>
      <w:r w:rsidRPr="00490EEC">
        <w:rPr>
          <w:bCs/>
          <w:sz w:val="20"/>
        </w:rPr>
        <w:t xml:space="preserve"> Sätestamata kvaliteeditingimuste, kvaliteeti puudutavate mõistete ja definitsioonide osas juhinduvad Pooled </w:t>
      </w:r>
      <w:r w:rsidR="00490EEC" w:rsidRPr="00490EEC">
        <w:rPr>
          <w:bCs/>
          <w:sz w:val="20"/>
        </w:rPr>
        <w:t>RMK virnmaterjalide standardis</w:t>
      </w:r>
      <w:r w:rsidRPr="00490EEC">
        <w:rPr>
          <w:bCs/>
          <w:sz w:val="20"/>
        </w:rPr>
        <w:t xml:space="preserve"> sätestatust. Kõikidel nottidel koormas võib esineda lubatud piirides kahjustusi.</w:t>
      </w:r>
    </w:p>
    <w:p w14:paraId="1BD2F250" w14:textId="77777777" w:rsidR="005253F3" w:rsidRPr="00490EEC" w:rsidRDefault="005253F3" w:rsidP="001E23CC">
      <w:pPr>
        <w:rPr>
          <w:spacing w:val="0"/>
          <w:position w:val="0"/>
          <w:sz w:val="20"/>
          <w:lang w:eastAsia="et-EE"/>
        </w:rPr>
      </w:pPr>
    </w:p>
    <w:p w14:paraId="06A6A4F5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4212FFD4" w14:textId="77777777" w:rsidR="005253F3" w:rsidRPr="00330C91" w:rsidRDefault="005253F3" w:rsidP="00EB57EF">
      <w:pPr>
        <w:rPr>
          <w:b/>
          <w:sz w:val="20"/>
        </w:rPr>
      </w:pPr>
    </w:p>
    <w:p w14:paraId="6DED4406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2579C7B" w14:textId="77777777" w:rsidR="005253F3" w:rsidRPr="00330C91" w:rsidRDefault="005253F3" w:rsidP="00EB57EF">
      <w:pPr>
        <w:rPr>
          <w:sz w:val="20"/>
        </w:rPr>
      </w:pPr>
    </w:p>
    <w:p w14:paraId="361AEFBA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426B92A1" w14:textId="77777777" w:rsidR="005253F3" w:rsidRPr="00330C91" w:rsidRDefault="005253F3" w:rsidP="00EB57EF">
      <w:pPr>
        <w:rPr>
          <w:i/>
          <w:sz w:val="20"/>
        </w:rPr>
      </w:pPr>
    </w:p>
    <w:p w14:paraId="33E4FF15" w14:textId="34F3FD99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 xml:space="preserve">Martin </w:t>
      </w:r>
      <w:proofErr w:type="spellStart"/>
      <w:r w:rsidR="0099744A">
        <w:rPr>
          <w:b/>
          <w:sz w:val="20"/>
        </w:rPr>
        <w:t>Seesmaa</w:t>
      </w:r>
      <w:proofErr w:type="spellEnd"/>
    </w:p>
    <w:p w14:paraId="731AA53D" w14:textId="77777777" w:rsidR="00490EEC" w:rsidRDefault="00490EEC" w:rsidP="00490EEC">
      <w:pPr>
        <w:rPr>
          <w:b/>
          <w:sz w:val="20"/>
        </w:rPr>
      </w:pPr>
    </w:p>
    <w:p w14:paraId="6042027B" w14:textId="77777777" w:rsidR="005253F3" w:rsidRPr="00330C91" w:rsidRDefault="005253F3" w:rsidP="00B30713">
      <w:pPr>
        <w:rPr>
          <w:b/>
          <w:sz w:val="20"/>
        </w:rPr>
      </w:pPr>
    </w:p>
    <w:p w14:paraId="5F66031F" w14:textId="77777777" w:rsidR="005253F3" w:rsidRPr="00330C91" w:rsidRDefault="005253F3" w:rsidP="00B8365C">
      <w:pPr>
        <w:ind w:left="5440" w:firstLine="680"/>
        <w:rPr>
          <w:spacing w:val="0"/>
          <w:position w:val="0"/>
          <w:sz w:val="20"/>
        </w:rPr>
      </w:pPr>
      <w:r w:rsidRPr="00330C91">
        <w:rPr>
          <w:bCs/>
          <w:sz w:val="20"/>
        </w:rPr>
        <w:br w:type="page"/>
      </w:r>
      <w:r w:rsidRPr="00330C91">
        <w:rPr>
          <w:spacing w:val="0"/>
          <w:position w:val="0"/>
          <w:sz w:val="20"/>
        </w:rPr>
        <w:lastRenderedPageBreak/>
        <w:t>Lisa 3</w:t>
      </w:r>
    </w:p>
    <w:p w14:paraId="74D51034" w14:textId="77777777" w:rsidR="00A06589" w:rsidRPr="00330C91" w:rsidRDefault="00A06589" w:rsidP="00A0658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 xml:space="preserve">RMK ja </w:t>
      </w:r>
      <w:r>
        <w:rPr>
          <w:spacing w:val="0"/>
          <w:position w:val="0"/>
          <w:sz w:val="20"/>
        </w:rPr>
        <w:t>FFL Trading  OÜ</w:t>
      </w:r>
      <w:r w:rsidRPr="00330C91">
        <w:rPr>
          <w:spacing w:val="0"/>
          <w:position w:val="0"/>
          <w:sz w:val="20"/>
        </w:rPr>
        <w:t xml:space="preserve"> vahelise</w:t>
      </w:r>
    </w:p>
    <w:p w14:paraId="2CDB9F37" w14:textId="77777777" w:rsidR="00A06589" w:rsidRPr="00330C91" w:rsidRDefault="00A06589" w:rsidP="00A06589">
      <w:pPr>
        <w:ind w:left="5440" w:firstLine="680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metsamaterjali müügilepingu</w:t>
      </w:r>
    </w:p>
    <w:p w14:paraId="007A7F52" w14:textId="0077D26F" w:rsidR="002671A9" w:rsidRDefault="00A06589" w:rsidP="00A06589">
      <w:pPr>
        <w:ind w:left="4080" w:firstLine="680"/>
        <w:jc w:val="center"/>
        <w:rPr>
          <w:spacing w:val="0"/>
          <w:position w:val="0"/>
          <w:sz w:val="20"/>
        </w:rPr>
      </w:pPr>
      <w:r w:rsidRPr="00330C91">
        <w:rPr>
          <w:spacing w:val="0"/>
          <w:position w:val="0"/>
          <w:sz w:val="20"/>
        </w:rPr>
        <w:t>nr 3-3.6.1/</w:t>
      </w:r>
      <w:r>
        <w:rPr>
          <w:spacing w:val="0"/>
          <w:position w:val="0"/>
          <w:sz w:val="20"/>
        </w:rPr>
        <w:t xml:space="preserve">2025/98   </w:t>
      </w:r>
    </w:p>
    <w:p w14:paraId="6667030C" w14:textId="77777777" w:rsidR="00031196" w:rsidRPr="00031196" w:rsidRDefault="00031196" w:rsidP="00031196"/>
    <w:p w14:paraId="18ECCA50" w14:textId="77777777" w:rsidR="005253F3" w:rsidRPr="00330C91" w:rsidRDefault="005253F3" w:rsidP="001E23CC">
      <w:pPr>
        <w:pStyle w:val="Pealkiri1"/>
        <w:jc w:val="center"/>
        <w:rPr>
          <w:sz w:val="20"/>
        </w:rPr>
      </w:pPr>
      <w:r w:rsidRPr="00330C91">
        <w:rPr>
          <w:sz w:val="20"/>
        </w:rPr>
        <w:t>HINNAKOKKULEPE</w:t>
      </w:r>
    </w:p>
    <w:p w14:paraId="4F1A2891" w14:textId="77777777" w:rsidR="005253F3" w:rsidRPr="00330C91" w:rsidRDefault="005253F3" w:rsidP="00E62DF9">
      <w:pPr>
        <w:jc w:val="center"/>
        <w:rPr>
          <w:b/>
          <w:sz w:val="20"/>
        </w:rPr>
      </w:pPr>
    </w:p>
    <w:p w14:paraId="399323C9" w14:textId="77777777" w:rsidR="005253F3" w:rsidRPr="00330C91" w:rsidRDefault="005253F3" w:rsidP="003A7DD1">
      <w:pPr>
        <w:rPr>
          <w:sz w:val="18"/>
        </w:rPr>
      </w:pP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Pr="00330C91">
        <w:rPr>
          <w:sz w:val="18"/>
          <w:szCs w:val="18"/>
        </w:rPr>
        <w:tab/>
      </w:r>
      <w:r w:rsidR="00C92265">
        <w:rPr>
          <w:sz w:val="18"/>
          <w:szCs w:val="18"/>
        </w:rPr>
        <w:t>K</w:t>
      </w:r>
      <w:r w:rsidRPr="00330C91">
        <w:rPr>
          <w:sz w:val="18"/>
          <w:szCs w:val="18"/>
        </w:rPr>
        <w:t>uupäev vastavalt hilisem</w:t>
      </w:r>
      <w:r w:rsidR="00C92265">
        <w:rPr>
          <w:sz w:val="18"/>
          <w:szCs w:val="18"/>
        </w:rPr>
        <w:t>ale digitaalallkirja kuupäevale</w:t>
      </w:r>
    </w:p>
    <w:p w14:paraId="5CD09914" w14:textId="77777777" w:rsidR="005253F3" w:rsidRPr="00330C91" w:rsidRDefault="005253F3" w:rsidP="00B30713">
      <w:pPr>
        <w:rPr>
          <w:sz w:val="18"/>
          <w:szCs w:val="18"/>
        </w:rPr>
      </w:pPr>
    </w:p>
    <w:p w14:paraId="498D83E9" w14:textId="77777777" w:rsidR="005253F3" w:rsidRPr="00330C91" w:rsidRDefault="005253F3" w:rsidP="00541813">
      <w:pPr>
        <w:tabs>
          <w:tab w:val="left" w:pos="9060"/>
        </w:tabs>
        <w:rPr>
          <w:sz w:val="20"/>
        </w:rPr>
      </w:pPr>
      <w:r w:rsidRPr="00330C91">
        <w:rPr>
          <w:sz w:val="20"/>
        </w:rPr>
        <w:t xml:space="preserve">Pooled lepivad kokku et Lepingu alusel müüdava Metsamaterjali hinnakokkulepe on alljärgnev: </w:t>
      </w:r>
      <w:r w:rsidRPr="00330C91">
        <w:rPr>
          <w:sz w:val="20"/>
        </w:rPr>
        <w:tab/>
      </w:r>
    </w:p>
    <w:p w14:paraId="550A4DD8" w14:textId="77777777" w:rsidR="005253F3" w:rsidRPr="00330C91" w:rsidRDefault="005253F3" w:rsidP="005655A4">
      <w:pPr>
        <w:rPr>
          <w:b/>
          <w:sz w:val="18"/>
        </w:rPr>
      </w:pPr>
    </w:p>
    <w:p w14:paraId="07594D43" w14:textId="77777777" w:rsidR="005253F3" w:rsidRPr="00330C91" w:rsidRDefault="005253F3" w:rsidP="005655A4">
      <w:pPr>
        <w:rPr>
          <w:bCs/>
          <w:sz w:val="20"/>
        </w:rPr>
      </w:pPr>
      <w:r w:rsidRPr="00330C91">
        <w:rPr>
          <w:b/>
          <w:sz w:val="20"/>
        </w:rPr>
        <w:t xml:space="preserve">1. </w:t>
      </w:r>
      <w:r w:rsidRPr="00330C91">
        <w:rPr>
          <w:bCs/>
          <w:sz w:val="20"/>
        </w:rPr>
        <w:t>Müüja müüb ja Ostja ostab Metsamaterjali, mille hind Ostja laos on sätestatud alljärgnevalt:</w:t>
      </w:r>
    </w:p>
    <w:p w14:paraId="07F5A523" w14:textId="77777777" w:rsidR="005253F3" w:rsidRPr="00330C91" w:rsidRDefault="005253F3" w:rsidP="005655A4">
      <w:pPr>
        <w:rPr>
          <w:bCs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95"/>
        <w:gridCol w:w="2307"/>
        <w:gridCol w:w="2250"/>
        <w:gridCol w:w="1859"/>
      </w:tblGrid>
      <w:tr w:rsidR="00195559" w:rsidRPr="00330C91" w14:paraId="2A1BDE69" w14:textId="77777777" w:rsidTr="00195559">
        <w:trPr>
          <w:trHeight w:val="277"/>
        </w:trPr>
        <w:tc>
          <w:tcPr>
            <w:tcW w:w="1763" w:type="pct"/>
            <w:vAlign w:val="bottom"/>
          </w:tcPr>
          <w:p w14:paraId="75CCE01E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>Metsamaterjali Tarnekoht</w:t>
            </w:r>
          </w:p>
        </w:tc>
        <w:tc>
          <w:tcPr>
            <w:tcW w:w="1164" w:type="pct"/>
            <w:vAlign w:val="bottom"/>
          </w:tcPr>
          <w:p w14:paraId="4FBEC5C6" w14:textId="77777777" w:rsidR="00195559" w:rsidRPr="00330C91" w:rsidRDefault="00195559" w:rsidP="000A0DDE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Sortiment</w:t>
            </w:r>
          </w:p>
        </w:tc>
        <w:tc>
          <w:tcPr>
            <w:tcW w:w="1135" w:type="pct"/>
            <w:vAlign w:val="bottom"/>
          </w:tcPr>
          <w:p w14:paraId="64B625E7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Tarnetingimus</w:t>
            </w:r>
          </w:p>
        </w:tc>
        <w:tc>
          <w:tcPr>
            <w:tcW w:w="938" w:type="pct"/>
          </w:tcPr>
          <w:p w14:paraId="3AD8FB1D" w14:textId="77777777" w:rsidR="00195559" w:rsidRPr="00330C91" w:rsidRDefault="00195559" w:rsidP="00AD3838">
            <w:pPr>
              <w:ind w:right="-144"/>
              <w:jc w:val="center"/>
              <w:rPr>
                <w:b/>
                <w:sz w:val="20"/>
              </w:rPr>
            </w:pPr>
            <w:r w:rsidRPr="00330C91">
              <w:rPr>
                <w:b/>
                <w:sz w:val="20"/>
              </w:rPr>
              <w:t xml:space="preserve">Hind </w:t>
            </w:r>
            <w:r w:rsidRPr="00330C91">
              <w:rPr>
                <w:b/>
                <w:bCs/>
                <w:sz w:val="20"/>
              </w:rPr>
              <w:t>(€/m³)</w:t>
            </w:r>
          </w:p>
        </w:tc>
      </w:tr>
      <w:tr w:rsidR="00B740C1" w:rsidRPr="00330C91" w14:paraId="4FDD8A66" w14:textId="77777777" w:rsidTr="00195559">
        <w:trPr>
          <w:trHeight w:val="287"/>
        </w:trPr>
        <w:tc>
          <w:tcPr>
            <w:tcW w:w="1763" w:type="pct"/>
            <w:vAlign w:val="bottom"/>
          </w:tcPr>
          <w:p w14:paraId="47323CD9" w14:textId="71D2322E" w:rsidR="00B740C1" w:rsidRDefault="00B740C1" w:rsidP="00B740C1">
            <w:pPr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Oomiste</w:t>
            </w:r>
          </w:p>
        </w:tc>
        <w:tc>
          <w:tcPr>
            <w:tcW w:w="1164" w:type="pct"/>
          </w:tcPr>
          <w:p w14:paraId="6D55225A" w14:textId="4C3B4249" w:rsidR="00B740C1" w:rsidRPr="00195559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="00A06589">
              <w:rPr>
                <w:sz w:val="20"/>
              </w:rPr>
              <w:t>ase</w:t>
            </w:r>
            <w:r>
              <w:rPr>
                <w:sz w:val="20"/>
              </w:rPr>
              <w:t>paberipuit</w:t>
            </w:r>
          </w:p>
        </w:tc>
        <w:tc>
          <w:tcPr>
            <w:tcW w:w="1135" w:type="pct"/>
            <w:vAlign w:val="bottom"/>
          </w:tcPr>
          <w:p w14:paraId="7613C882" w14:textId="5310BE51" w:rsidR="00B740C1" w:rsidRDefault="00B740C1" w:rsidP="00B740C1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DPU</w:t>
            </w:r>
          </w:p>
        </w:tc>
        <w:tc>
          <w:tcPr>
            <w:tcW w:w="938" w:type="pct"/>
          </w:tcPr>
          <w:p w14:paraId="70002021" w14:textId="1C32BA20" w:rsidR="00B740C1" w:rsidRDefault="00A06589" w:rsidP="00B740C1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52,23</w:t>
            </w:r>
          </w:p>
        </w:tc>
      </w:tr>
    </w:tbl>
    <w:p w14:paraId="4CBDEBD2" w14:textId="77777777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2D0CC210" w14:textId="6920A4F3" w:rsidR="005253F3" w:rsidRPr="00330C91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>Kõikidele hindadele lisandub käibemaks 2</w:t>
      </w:r>
      <w:r w:rsidR="00A06589">
        <w:rPr>
          <w:bCs/>
          <w:sz w:val="20"/>
        </w:rPr>
        <w:t>2</w:t>
      </w:r>
      <w:r w:rsidRPr="00330C91">
        <w:rPr>
          <w:bCs/>
          <w:sz w:val="20"/>
        </w:rPr>
        <w:t>%.</w:t>
      </w:r>
    </w:p>
    <w:p w14:paraId="5D7DB36E" w14:textId="77777777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</w:p>
    <w:p w14:paraId="3A597813" w14:textId="46069CF2" w:rsidR="005253F3" w:rsidRDefault="005253F3" w:rsidP="005655A4">
      <w:pPr>
        <w:tabs>
          <w:tab w:val="left" w:pos="1134"/>
        </w:tabs>
        <w:jc w:val="both"/>
        <w:rPr>
          <w:bCs/>
          <w:sz w:val="20"/>
        </w:rPr>
      </w:pPr>
      <w:r w:rsidRPr="00330C91">
        <w:rPr>
          <w:bCs/>
          <w:sz w:val="20"/>
        </w:rPr>
        <w:t xml:space="preserve">Hinnakokkulepe kehtib Tarneperioodil </w:t>
      </w:r>
      <w:r w:rsidR="00A06589">
        <w:rPr>
          <w:bCs/>
          <w:sz w:val="20"/>
        </w:rPr>
        <w:t>29</w:t>
      </w:r>
      <w:r w:rsidR="00195559">
        <w:rPr>
          <w:bCs/>
          <w:sz w:val="20"/>
        </w:rPr>
        <w:t>.0</w:t>
      </w:r>
      <w:r w:rsidR="007630BF">
        <w:rPr>
          <w:bCs/>
          <w:sz w:val="20"/>
        </w:rPr>
        <w:t>4</w:t>
      </w:r>
      <w:r w:rsidR="00186C05">
        <w:rPr>
          <w:bCs/>
          <w:sz w:val="20"/>
        </w:rPr>
        <w:t>.202</w:t>
      </w:r>
      <w:r w:rsidR="00A06589">
        <w:rPr>
          <w:bCs/>
          <w:sz w:val="20"/>
        </w:rPr>
        <w:t>5</w:t>
      </w:r>
      <w:r w:rsidRPr="00330C91">
        <w:rPr>
          <w:bCs/>
          <w:sz w:val="20"/>
        </w:rPr>
        <w:t xml:space="preserve"> kuni </w:t>
      </w:r>
      <w:r w:rsidR="00490EEC">
        <w:rPr>
          <w:bCs/>
          <w:sz w:val="20"/>
        </w:rPr>
        <w:t>3</w:t>
      </w:r>
      <w:r w:rsidR="00404746">
        <w:rPr>
          <w:bCs/>
          <w:sz w:val="20"/>
        </w:rPr>
        <w:t>0</w:t>
      </w:r>
      <w:r w:rsidR="002F1187">
        <w:rPr>
          <w:bCs/>
          <w:sz w:val="20"/>
        </w:rPr>
        <w:t>.0</w:t>
      </w:r>
      <w:r w:rsidR="007630BF">
        <w:rPr>
          <w:bCs/>
          <w:sz w:val="20"/>
        </w:rPr>
        <w:t>6</w:t>
      </w:r>
      <w:r w:rsidR="00E87A59">
        <w:rPr>
          <w:bCs/>
          <w:sz w:val="20"/>
        </w:rPr>
        <w:t>.20</w:t>
      </w:r>
      <w:r w:rsidR="002F1187">
        <w:rPr>
          <w:bCs/>
          <w:sz w:val="20"/>
        </w:rPr>
        <w:t>2</w:t>
      </w:r>
      <w:r w:rsidR="00A06589">
        <w:rPr>
          <w:bCs/>
          <w:sz w:val="20"/>
        </w:rPr>
        <w:t>5</w:t>
      </w:r>
      <w:r w:rsidRPr="00330C91">
        <w:rPr>
          <w:bCs/>
          <w:sz w:val="20"/>
        </w:rPr>
        <w:t>.</w:t>
      </w:r>
    </w:p>
    <w:p w14:paraId="15604713" w14:textId="77777777" w:rsidR="006F19D8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29935309" w14:textId="77777777" w:rsidR="006612C7" w:rsidRDefault="006612C7" w:rsidP="006612C7">
      <w:pPr>
        <w:ind w:left="360"/>
        <w:rPr>
          <w:sz w:val="20"/>
        </w:rPr>
      </w:pPr>
    </w:p>
    <w:p w14:paraId="13E53D6A" w14:textId="77777777" w:rsidR="006F19D8" w:rsidRPr="00330C91" w:rsidRDefault="006F19D8" w:rsidP="005655A4">
      <w:pPr>
        <w:tabs>
          <w:tab w:val="left" w:pos="1134"/>
        </w:tabs>
        <w:jc w:val="both"/>
        <w:rPr>
          <w:bCs/>
          <w:sz w:val="20"/>
        </w:rPr>
      </w:pPr>
    </w:p>
    <w:p w14:paraId="5C71C760" w14:textId="77777777" w:rsidR="005253F3" w:rsidRPr="00330C91" w:rsidRDefault="005253F3" w:rsidP="00B30713">
      <w:pPr>
        <w:rPr>
          <w:b/>
          <w:sz w:val="20"/>
        </w:rPr>
      </w:pPr>
    </w:p>
    <w:p w14:paraId="13FA8CBD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 xml:space="preserve">2. Poolte allkirjad  </w:t>
      </w:r>
    </w:p>
    <w:p w14:paraId="0DF5E07E" w14:textId="77777777" w:rsidR="005253F3" w:rsidRPr="00330C91" w:rsidRDefault="005253F3" w:rsidP="00EB57EF">
      <w:pPr>
        <w:rPr>
          <w:sz w:val="20"/>
        </w:rPr>
      </w:pPr>
    </w:p>
    <w:p w14:paraId="2CB1ED3C" w14:textId="77777777" w:rsidR="005253F3" w:rsidRPr="00330C91" w:rsidRDefault="005253F3" w:rsidP="00EB57EF">
      <w:pPr>
        <w:rPr>
          <w:b/>
          <w:sz w:val="20"/>
        </w:rPr>
      </w:pPr>
      <w:r w:rsidRPr="00330C91">
        <w:rPr>
          <w:b/>
          <w:sz w:val="20"/>
        </w:rPr>
        <w:t>Müüja</w:t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</w:r>
      <w:r w:rsidRPr="00330C91">
        <w:rPr>
          <w:b/>
          <w:sz w:val="20"/>
        </w:rPr>
        <w:tab/>
        <w:t>Ostja</w:t>
      </w:r>
    </w:p>
    <w:p w14:paraId="40E6D7C3" w14:textId="77777777" w:rsidR="005253F3" w:rsidRPr="00330C91" w:rsidRDefault="005253F3" w:rsidP="00EB57EF">
      <w:pPr>
        <w:rPr>
          <w:sz w:val="20"/>
        </w:rPr>
      </w:pPr>
    </w:p>
    <w:p w14:paraId="72F019D2" w14:textId="77777777" w:rsidR="005253F3" w:rsidRPr="00330C91" w:rsidRDefault="005253F3" w:rsidP="00EB57EF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001B8029" w14:textId="77777777" w:rsidR="005253F3" w:rsidRPr="00330C91" w:rsidRDefault="005253F3" w:rsidP="00EB57EF">
      <w:pPr>
        <w:rPr>
          <w:sz w:val="20"/>
        </w:rPr>
      </w:pPr>
    </w:p>
    <w:p w14:paraId="3A10438A" w14:textId="0C63B24E" w:rsidR="00264D22" w:rsidRDefault="00264D22" w:rsidP="00264D22">
      <w:pPr>
        <w:rPr>
          <w:b/>
          <w:sz w:val="20"/>
        </w:rPr>
      </w:pPr>
      <w:r>
        <w:rPr>
          <w:b/>
          <w:sz w:val="20"/>
        </w:rPr>
        <w:t xml:space="preserve">Mart Enel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="0099744A">
        <w:rPr>
          <w:b/>
          <w:sz w:val="20"/>
        </w:rPr>
        <w:t xml:space="preserve">Martin </w:t>
      </w:r>
      <w:proofErr w:type="spellStart"/>
      <w:r w:rsidR="0099744A">
        <w:rPr>
          <w:b/>
          <w:sz w:val="20"/>
        </w:rPr>
        <w:t>Seesmaa</w:t>
      </w:r>
      <w:proofErr w:type="spellEnd"/>
    </w:p>
    <w:p w14:paraId="1CFBEA24" w14:textId="77777777" w:rsidR="005253F3" w:rsidRPr="00EB57EF" w:rsidRDefault="005253F3" w:rsidP="00EB57EF">
      <w:pPr>
        <w:rPr>
          <w:i/>
          <w:sz w:val="20"/>
        </w:rPr>
      </w:pPr>
    </w:p>
    <w:sectPr w:rsidR="005253F3" w:rsidRPr="00EB57EF" w:rsidSect="00B923F1">
      <w:headerReference w:type="default" r:id="rId7"/>
      <w:headerReference w:type="first" r:id="rId8"/>
      <w:footerReference w:type="first" r:id="rId9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2F9FD" w14:textId="77777777" w:rsidR="00627D50" w:rsidRDefault="00627D50">
      <w:r>
        <w:separator/>
      </w:r>
    </w:p>
  </w:endnote>
  <w:endnote w:type="continuationSeparator" w:id="0">
    <w:p w14:paraId="14FFAE3F" w14:textId="77777777" w:rsidR="00627D50" w:rsidRDefault="0062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4EBCA" w14:textId="77777777" w:rsidR="003C047F" w:rsidRDefault="003C047F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C29EC" w14:textId="77777777" w:rsidR="00627D50" w:rsidRDefault="00627D50">
      <w:r>
        <w:separator/>
      </w:r>
    </w:p>
  </w:footnote>
  <w:footnote w:type="continuationSeparator" w:id="0">
    <w:p w14:paraId="115F7613" w14:textId="77777777" w:rsidR="00627D50" w:rsidRDefault="0062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1AB30" w14:textId="580002CB" w:rsidR="003C047F" w:rsidRDefault="003C047F">
    <w:pPr>
      <w:framePr w:w="9639" w:h="851" w:hSpace="181" w:wrap="around" w:vAnchor="page" w:hAnchor="page" w:x="1135" w:y="568"/>
      <w:jc w:val="center"/>
    </w:pPr>
    <w:r>
      <w:rPr>
        <w:spacing w:val="0"/>
        <w:position w:val="0"/>
        <w:sz w:val="20"/>
      </w:rPr>
      <w:t xml:space="preserve"> </w:t>
    </w:r>
    <w:r>
      <w:rPr>
        <w:spacing w:val="0"/>
        <w:position w:val="0"/>
        <w:sz w:val="20"/>
      </w:rPr>
      <w:fldChar w:fldCharType="begin"/>
    </w:r>
    <w:r>
      <w:rPr>
        <w:spacing w:val="0"/>
        <w:position w:val="0"/>
        <w:sz w:val="20"/>
      </w:rPr>
      <w:instrText xml:space="preserve"> PAGE </w:instrText>
    </w:r>
    <w:r>
      <w:rPr>
        <w:spacing w:val="0"/>
        <w:position w:val="0"/>
        <w:sz w:val="20"/>
      </w:rPr>
      <w:fldChar w:fldCharType="separate"/>
    </w:r>
    <w:r w:rsidR="00FA1648">
      <w:rPr>
        <w:noProof/>
        <w:spacing w:val="0"/>
        <w:position w:val="0"/>
        <w:sz w:val="20"/>
      </w:rPr>
      <w:t>3</w:t>
    </w:r>
    <w:r>
      <w:rPr>
        <w:spacing w:val="0"/>
        <w:position w:val="0"/>
        <w:sz w:val="20"/>
      </w:rPr>
      <w:fldChar w:fldCharType="end"/>
    </w:r>
    <w:r>
      <w:rPr>
        <w:spacing w:val="0"/>
        <w:position w:val="0"/>
        <w:sz w:val="20"/>
      </w:rPr>
      <w:t xml:space="preserve"> </w:t>
    </w:r>
  </w:p>
  <w:p w14:paraId="68410350" w14:textId="77777777" w:rsidR="003C047F" w:rsidRPr="00E144F2" w:rsidRDefault="003C047F" w:rsidP="00550631">
    <w:pPr>
      <w:jc w:val="right"/>
      <w:rPr>
        <w:rFonts w:ascii="Arial" w:hAnsi="Arial" w:cs="Arial"/>
        <w:b/>
        <w:sz w:val="18"/>
        <w:szCs w:val="18"/>
      </w:rPr>
    </w:pPr>
    <w:r w:rsidRPr="00E144F2">
      <w:rPr>
        <w:rFonts w:ascii="Arial" w:hAnsi="Arial" w:cs="Arial"/>
        <w:b/>
        <w:sz w:val="18"/>
        <w:szCs w:val="18"/>
      </w:rPr>
      <w:t>ASUTUSESISESEKS KASUTAMISEKS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7127A" w14:textId="77777777" w:rsidR="003C047F" w:rsidRPr="00A67C68" w:rsidRDefault="003C047F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8D00BFA"/>
    <w:multiLevelType w:val="multilevel"/>
    <w:tmpl w:val="53AE95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832B32"/>
    <w:multiLevelType w:val="hybridMultilevel"/>
    <w:tmpl w:val="F5E61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6102216">
    <w:abstractNumId w:val="0"/>
  </w:num>
  <w:num w:numId="2" w16cid:durableId="1305355094">
    <w:abstractNumId w:val="7"/>
  </w:num>
  <w:num w:numId="3" w16cid:durableId="1413504155">
    <w:abstractNumId w:val="6"/>
  </w:num>
  <w:num w:numId="4" w16cid:durableId="43718448">
    <w:abstractNumId w:val="9"/>
  </w:num>
  <w:num w:numId="5" w16cid:durableId="1081873274">
    <w:abstractNumId w:val="10"/>
  </w:num>
  <w:num w:numId="6" w16cid:durableId="1713339319">
    <w:abstractNumId w:val="12"/>
  </w:num>
  <w:num w:numId="7" w16cid:durableId="40331196">
    <w:abstractNumId w:val="13"/>
  </w:num>
  <w:num w:numId="8" w16cid:durableId="1364940203">
    <w:abstractNumId w:val="4"/>
  </w:num>
  <w:num w:numId="9" w16cid:durableId="353461598">
    <w:abstractNumId w:val="5"/>
  </w:num>
  <w:num w:numId="10" w16cid:durableId="1632635574">
    <w:abstractNumId w:val="1"/>
  </w:num>
  <w:num w:numId="11" w16cid:durableId="589387768">
    <w:abstractNumId w:val="2"/>
  </w:num>
  <w:num w:numId="12" w16cid:durableId="2050911080">
    <w:abstractNumId w:val="8"/>
  </w:num>
  <w:num w:numId="13" w16cid:durableId="1841656198">
    <w:abstractNumId w:val="3"/>
  </w:num>
  <w:num w:numId="14" w16cid:durableId="141115225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C88"/>
    <w:rsid w:val="00003CCC"/>
    <w:rsid w:val="00004149"/>
    <w:rsid w:val="000043BD"/>
    <w:rsid w:val="00004C54"/>
    <w:rsid w:val="00005090"/>
    <w:rsid w:val="0001148D"/>
    <w:rsid w:val="000114BF"/>
    <w:rsid w:val="00012D8E"/>
    <w:rsid w:val="00025146"/>
    <w:rsid w:val="00031196"/>
    <w:rsid w:val="000314C3"/>
    <w:rsid w:val="00034080"/>
    <w:rsid w:val="00034738"/>
    <w:rsid w:val="00035B26"/>
    <w:rsid w:val="00042140"/>
    <w:rsid w:val="0004317E"/>
    <w:rsid w:val="00053CDD"/>
    <w:rsid w:val="000542FB"/>
    <w:rsid w:val="0005446F"/>
    <w:rsid w:val="0005656E"/>
    <w:rsid w:val="000610EB"/>
    <w:rsid w:val="000619BA"/>
    <w:rsid w:val="00063E4E"/>
    <w:rsid w:val="00064CAF"/>
    <w:rsid w:val="000653ED"/>
    <w:rsid w:val="000666E7"/>
    <w:rsid w:val="00066A2A"/>
    <w:rsid w:val="000672A5"/>
    <w:rsid w:val="00072B59"/>
    <w:rsid w:val="0007448A"/>
    <w:rsid w:val="00074A7E"/>
    <w:rsid w:val="00076B1C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6C3C"/>
    <w:rsid w:val="000B0974"/>
    <w:rsid w:val="000B157A"/>
    <w:rsid w:val="000B430C"/>
    <w:rsid w:val="000B5349"/>
    <w:rsid w:val="000B56E1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A8F"/>
    <w:rsid w:val="001073C0"/>
    <w:rsid w:val="00111D72"/>
    <w:rsid w:val="00113D02"/>
    <w:rsid w:val="0011431B"/>
    <w:rsid w:val="00120B0E"/>
    <w:rsid w:val="00121DD4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40348"/>
    <w:rsid w:val="001442D4"/>
    <w:rsid w:val="00147BDF"/>
    <w:rsid w:val="00151D79"/>
    <w:rsid w:val="00152C0E"/>
    <w:rsid w:val="00153862"/>
    <w:rsid w:val="00157357"/>
    <w:rsid w:val="00157D40"/>
    <w:rsid w:val="00165381"/>
    <w:rsid w:val="001653E6"/>
    <w:rsid w:val="00173673"/>
    <w:rsid w:val="00173E49"/>
    <w:rsid w:val="00181909"/>
    <w:rsid w:val="00183D82"/>
    <w:rsid w:val="00186C05"/>
    <w:rsid w:val="00194AEE"/>
    <w:rsid w:val="00195559"/>
    <w:rsid w:val="001968B0"/>
    <w:rsid w:val="001A043B"/>
    <w:rsid w:val="001A0B40"/>
    <w:rsid w:val="001A4374"/>
    <w:rsid w:val="001B1F4C"/>
    <w:rsid w:val="001C037C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2008DE"/>
    <w:rsid w:val="0021202D"/>
    <w:rsid w:val="00212CA7"/>
    <w:rsid w:val="00214433"/>
    <w:rsid w:val="00216D5C"/>
    <w:rsid w:val="00226AB7"/>
    <w:rsid w:val="00236C7C"/>
    <w:rsid w:val="0024080D"/>
    <w:rsid w:val="00240EBA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4D22"/>
    <w:rsid w:val="00265D01"/>
    <w:rsid w:val="002671A9"/>
    <w:rsid w:val="00275117"/>
    <w:rsid w:val="00277A7E"/>
    <w:rsid w:val="00280746"/>
    <w:rsid w:val="0028146B"/>
    <w:rsid w:val="00290D10"/>
    <w:rsid w:val="002910FC"/>
    <w:rsid w:val="0029511A"/>
    <w:rsid w:val="00296AE8"/>
    <w:rsid w:val="002A0FA8"/>
    <w:rsid w:val="002A1CCF"/>
    <w:rsid w:val="002A3541"/>
    <w:rsid w:val="002A5316"/>
    <w:rsid w:val="002A6EE5"/>
    <w:rsid w:val="002B2197"/>
    <w:rsid w:val="002B3228"/>
    <w:rsid w:val="002C2796"/>
    <w:rsid w:val="002C28C5"/>
    <w:rsid w:val="002C3086"/>
    <w:rsid w:val="002C7995"/>
    <w:rsid w:val="002D6E2B"/>
    <w:rsid w:val="002E0A02"/>
    <w:rsid w:val="002E1392"/>
    <w:rsid w:val="002E3EE4"/>
    <w:rsid w:val="002E6FB9"/>
    <w:rsid w:val="002F1187"/>
    <w:rsid w:val="002F1618"/>
    <w:rsid w:val="002F3C88"/>
    <w:rsid w:val="002F6AF8"/>
    <w:rsid w:val="00312D5E"/>
    <w:rsid w:val="00314AD1"/>
    <w:rsid w:val="00327F6E"/>
    <w:rsid w:val="003305F9"/>
    <w:rsid w:val="00330C91"/>
    <w:rsid w:val="003311F0"/>
    <w:rsid w:val="00340133"/>
    <w:rsid w:val="003415B9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87B73"/>
    <w:rsid w:val="00390CA0"/>
    <w:rsid w:val="00394724"/>
    <w:rsid w:val="00396929"/>
    <w:rsid w:val="0039776B"/>
    <w:rsid w:val="00397A33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4746"/>
    <w:rsid w:val="0040510B"/>
    <w:rsid w:val="00405AB4"/>
    <w:rsid w:val="00413CE1"/>
    <w:rsid w:val="00413EFC"/>
    <w:rsid w:val="00424446"/>
    <w:rsid w:val="004267A0"/>
    <w:rsid w:val="00426AC7"/>
    <w:rsid w:val="00437D16"/>
    <w:rsid w:val="00440978"/>
    <w:rsid w:val="00442950"/>
    <w:rsid w:val="00446209"/>
    <w:rsid w:val="00446431"/>
    <w:rsid w:val="0044784B"/>
    <w:rsid w:val="0045073B"/>
    <w:rsid w:val="004534FA"/>
    <w:rsid w:val="004578B2"/>
    <w:rsid w:val="00464558"/>
    <w:rsid w:val="00467DE1"/>
    <w:rsid w:val="00470747"/>
    <w:rsid w:val="00475FBD"/>
    <w:rsid w:val="004764B2"/>
    <w:rsid w:val="004764DB"/>
    <w:rsid w:val="004772CA"/>
    <w:rsid w:val="00487E5D"/>
    <w:rsid w:val="00490EEC"/>
    <w:rsid w:val="004958AA"/>
    <w:rsid w:val="004A2C88"/>
    <w:rsid w:val="004A381F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0171"/>
    <w:rsid w:val="00541813"/>
    <w:rsid w:val="005446C0"/>
    <w:rsid w:val="00547DC1"/>
    <w:rsid w:val="00550631"/>
    <w:rsid w:val="00552127"/>
    <w:rsid w:val="00560C7F"/>
    <w:rsid w:val="005655A4"/>
    <w:rsid w:val="00566DA4"/>
    <w:rsid w:val="00574248"/>
    <w:rsid w:val="00581A17"/>
    <w:rsid w:val="0058348A"/>
    <w:rsid w:val="0059149C"/>
    <w:rsid w:val="00592D37"/>
    <w:rsid w:val="005A23F1"/>
    <w:rsid w:val="005A3544"/>
    <w:rsid w:val="005A432C"/>
    <w:rsid w:val="005A6DC6"/>
    <w:rsid w:val="005B086F"/>
    <w:rsid w:val="005B0F9F"/>
    <w:rsid w:val="005B20F3"/>
    <w:rsid w:val="005B3CB3"/>
    <w:rsid w:val="005B7099"/>
    <w:rsid w:val="005C0954"/>
    <w:rsid w:val="005C0CA3"/>
    <w:rsid w:val="005C0F01"/>
    <w:rsid w:val="005C2A7C"/>
    <w:rsid w:val="005C3257"/>
    <w:rsid w:val="005D229E"/>
    <w:rsid w:val="005D281D"/>
    <w:rsid w:val="005D6D69"/>
    <w:rsid w:val="005E216A"/>
    <w:rsid w:val="005E37F8"/>
    <w:rsid w:val="005E756B"/>
    <w:rsid w:val="005F1009"/>
    <w:rsid w:val="00605364"/>
    <w:rsid w:val="0060643C"/>
    <w:rsid w:val="0060681C"/>
    <w:rsid w:val="00607A95"/>
    <w:rsid w:val="00607E5E"/>
    <w:rsid w:val="006111F1"/>
    <w:rsid w:val="00613B6A"/>
    <w:rsid w:val="00621A7E"/>
    <w:rsid w:val="00622151"/>
    <w:rsid w:val="00622746"/>
    <w:rsid w:val="00626224"/>
    <w:rsid w:val="006277C4"/>
    <w:rsid w:val="00627D50"/>
    <w:rsid w:val="0063210F"/>
    <w:rsid w:val="006332BE"/>
    <w:rsid w:val="0063661A"/>
    <w:rsid w:val="006371FC"/>
    <w:rsid w:val="00646F93"/>
    <w:rsid w:val="00650126"/>
    <w:rsid w:val="006515CB"/>
    <w:rsid w:val="00652B4E"/>
    <w:rsid w:val="006549F7"/>
    <w:rsid w:val="00656DBC"/>
    <w:rsid w:val="006612C7"/>
    <w:rsid w:val="00662EDA"/>
    <w:rsid w:val="00663A94"/>
    <w:rsid w:val="0066428B"/>
    <w:rsid w:val="0066527D"/>
    <w:rsid w:val="00676EC6"/>
    <w:rsid w:val="00682111"/>
    <w:rsid w:val="00682EEA"/>
    <w:rsid w:val="006900B0"/>
    <w:rsid w:val="006975E1"/>
    <w:rsid w:val="006A2FC1"/>
    <w:rsid w:val="006A6699"/>
    <w:rsid w:val="006C3BD9"/>
    <w:rsid w:val="006D036C"/>
    <w:rsid w:val="006D05A5"/>
    <w:rsid w:val="006E260F"/>
    <w:rsid w:val="006E313B"/>
    <w:rsid w:val="006E34A0"/>
    <w:rsid w:val="006E5207"/>
    <w:rsid w:val="006E649C"/>
    <w:rsid w:val="006F19D8"/>
    <w:rsid w:val="006F1C43"/>
    <w:rsid w:val="006F3AFC"/>
    <w:rsid w:val="006F3EE1"/>
    <w:rsid w:val="00702E82"/>
    <w:rsid w:val="00703B98"/>
    <w:rsid w:val="00707EA7"/>
    <w:rsid w:val="007117D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0BF"/>
    <w:rsid w:val="00773768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C0F10"/>
    <w:rsid w:val="007C1490"/>
    <w:rsid w:val="007C34FD"/>
    <w:rsid w:val="007C392C"/>
    <w:rsid w:val="007D42A9"/>
    <w:rsid w:val="007D5B93"/>
    <w:rsid w:val="007D5CD3"/>
    <w:rsid w:val="007D7794"/>
    <w:rsid w:val="007E25CD"/>
    <w:rsid w:val="007E5FA4"/>
    <w:rsid w:val="007F1B76"/>
    <w:rsid w:val="007F3057"/>
    <w:rsid w:val="007F7BCE"/>
    <w:rsid w:val="00800CC0"/>
    <w:rsid w:val="008059A8"/>
    <w:rsid w:val="0080670C"/>
    <w:rsid w:val="008127E0"/>
    <w:rsid w:val="008168FF"/>
    <w:rsid w:val="00820830"/>
    <w:rsid w:val="00826E32"/>
    <w:rsid w:val="00826EFE"/>
    <w:rsid w:val="00827247"/>
    <w:rsid w:val="00832DCD"/>
    <w:rsid w:val="00832EEB"/>
    <w:rsid w:val="008403E7"/>
    <w:rsid w:val="00843F3A"/>
    <w:rsid w:val="00847ED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35D"/>
    <w:rsid w:val="008E1C72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3C09"/>
    <w:rsid w:val="009349BC"/>
    <w:rsid w:val="0093627A"/>
    <w:rsid w:val="00960875"/>
    <w:rsid w:val="00960CAC"/>
    <w:rsid w:val="0096632D"/>
    <w:rsid w:val="00971BD0"/>
    <w:rsid w:val="0097563D"/>
    <w:rsid w:val="00976666"/>
    <w:rsid w:val="00982697"/>
    <w:rsid w:val="00984DBF"/>
    <w:rsid w:val="00990799"/>
    <w:rsid w:val="00990EC6"/>
    <w:rsid w:val="00994A2C"/>
    <w:rsid w:val="00996BAE"/>
    <w:rsid w:val="0099744A"/>
    <w:rsid w:val="009A46DE"/>
    <w:rsid w:val="009B1AF3"/>
    <w:rsid w:val="009B5393"/>
    <w:rsid w:val="009B73A5"/>
    <w:rsid w:val="009C00B9"/>
    <w:rsid w:val="009C34E6"/>
    <w:rsid w:val="009C5BE1"/>
    <w:rsid w:val="009D58F6"/>
    <w:rsid w:val="009E10F0"/>
    <w:rsid w:val="009F3037"/>
    <w:rsid w:val="009F49BF"/>
    <w:rsid w:val="00A012CE"/>
    <w:rsid w:val="00A017B4"/>
    <w:rsid w:val="00A06589"/>
    <w:rsid w:val="00A111CB"/>
    <w:rsid w:val="00A116B3"/>
    <w:rsid w:val="00A11953"/>
    <w:rsid w:val="00A24D92"/>
    <w:rsid w:val="00A24F99"/>
    <w:rsid w:val="00A256A9"/>
    <w:rsid w:val="00A32155"/>
    <w:rsid w:val="00A349F8"/>
    <w:rsid w:val="00A40642"/>
    <w:rsid w:val="00A4075E"/>
    <w:rsid w:val="00A414B4"/>
    <w:rsid w:val="00A41F98"/>
    <w:rsid w:val="00A47405"/>
    <w:rsid w:val="00A624A3"/>
    <w:rsid w:val="00A63F9D"/>
    <w:rsid w:val="00A67C68"/>
    <w:rsid w:val="00A72A8F"/>
    <w:rsid w:val="00A74DFE"/>
    <w:rsid w:val="00AA5327"/>
    <w:rsid w:val="00AA6160"/>
    <w:rsid w:val="00AA75FC"/>
    <w:rsid w:val="00AB2C10"/>
    <w:rsid w:val="00AB74BD"/>
    <w:rsid w:val="00AC051F"/>
    <w:rsid w:val="00AC15E1"/>
    <w:rsid w:val="00AC5502"/>
    <w:rsid w:val="00AD3838"/>
    <w:rsid w:val="00AF2705"/>
    <w:rsid w:val="00AF495D"/>
    <w:rsid w:val="00AF54A5"/>
    <w:rsid w:val="00AF7F13"/>
    <w:rsid w:val="00B02924"/>
    <w:rsid w:val="00B072F1"/>
    <w:rsid w:val="00B10BC9"/>
    <w:rsid w:val="00B14D78"/>
    <w:rsid w:val="00B30713"/>
    <w:rsid w:val="00B35E63"/>
    <w:rsid w:val="00B37621"/>
    <w:rsid w:val="00B443E1"/>
    <w:rsid w:val="00B462ED"/>
    <w:rsid w:val="00B602BD"/>
    <w:rsid w:val="00B65D13"/>
    <w:rsid w:val="00B67410"/>
    <w:rsid w:val="00B67DA4"/>
    <w:rsid w:val="00B726B4"/>
    <w:rsid w:val="00B740C1"/>
    <w:rsid w:val="00B818AF"/>
    <w:rsid w:val="00B826AF"/>
    <w:rsid w:val="00B8365C"/>
    <w:rsid w:val="00B8580F"/>
    <w:rsid w:val="00B85B2C"/>
    <w:rsid w:val="00B923F1"/>
    <w:rsid w:val="00B92894"/>
    <w:rsid w:val="00B942D7"/>
    <w:rsid w:val="00B97A02"/>
    <w:rsid w:val="00BA549B"/>
    <w:rsid w:val="00BB2B18"/>
    <w:rsid w:val="00BB3B92"/>
    <w:rsid w:val="00BC181B"/>
    <w:rsid w:val="00BD38F6"/>
    <w:rsid w:val="00BD65AC"/>
    <w:rsid w:val="00BD6882"/>
    <w:rsid w:val="00BD7940"/>
    <w:rsid w:val="00BE051B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65D9"/>
    <w:rsid w:val="00C27BA9"/>
    <w:rsid w:val="00C33773"/>
    <w:rsid w:val="00C3442B"/>
    <w:rsid w:val="00C35145"/>
    <w:rsid w:val="00C355F0"/>
    <w:rsid w:val="00C42D83"/>
    <w:rsid w:val="00C45FAD"/>
    <w:rsid w:val="00C4605A"/>
    <w:rsid w:val="00C547BC"/>
    <w:rsid w:val="00C56AE9"/>
    <w:rsid w:val="00C64B18"/>
    <w:rsid w:val="00C679DE"/>
    <w:rsid w:val="00C741B5"/>
    <w:rsid w:val="00C75132"/>
    <w:rsid w:val="00C82045"/>
    <w:rsid w:val="00C85F5D"/>
    <w:rsid w:val="00C871DE"/>
    <w:rsid w:val="00C9096D"/>
    <w:rsid w:val="00C913DD"/>
    <w:rsid w:val="00C92265"/>
    <w:rsid w:val="00C95D82"/>
    <w:rsid w:val="00C96E19"/>
    <w:rsid w:val="00CA255E"/>
    <w:rsid w:val="00CA5629"/>
    <w:rsid w:val="00CA5C8F"/>
    <w:rsid w:val="00CA5DB5"/>
    <w:rsid w:val="00CB0FFB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C66"/>
    <w:rsid w:val="00D514A5"/>
    <w:rsid w:val="00D521FD"/>
    <w:rsid w:val="00D541F1"/>
    <w:rsid w:val="00D54A31"/>
    <w:rsid w:val="00D54A53"/>
    <w:rsid w:val="00D54DAB"/>
    <w:rsid w:val="00D606C9"/>
    <w:rsid w:val="00D626D1"/>
    <w:rsid w:val="00D63ACF"/>
    <w:rsid w:val="00D75B5C"/>
    <w:rsid w:val="00D76E26"/>
    <w:rsid w:val="00D80586"/>
    <w:rsid w:val="00D82983"/>
    <w:rsid w:val="00D85582"/>
    <w:rsid w:val="00D85EE9"/>
    <w:rsid w:val="00D85F5C"/>
    <w:rsid w:val="00D86339"/>
    <w:rsid w:val="00D86E50"/>
    <w:rsid w:val="00D87B5D"/>
    <w:rsid w:val="00D87F57"/>
    <w:rsid w:val="00D94915"/>
    <w:rsid w:val="00D96872"/>
    <w:rsid w:val="00D9708A"/>
    <w:rsid w:val="00D97399"/>
    <w:rsid w:val="00DA644F"/>
    <w:rsid w:val="00DA7872"/>
    <w:rsid w:val="00DB277E"/>
    <w:rsid w:val="00DB4FE4"/>
    <w:rsid w:val="00DB5790"/>
    <w:rsid w:val="00DC06EC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05F4"/>
    <w:rsid w:val="00E0123C"/>
    <w:rsid w:val="00E06745"/>
    <w:rsid w:val="00E06874"/>
    <w:rsid w:val="00E1060D"/>
    <w:rsid w:val="00E12C34"/>
    <w:rsid w:val="00E144F2"/>
    <w:rsid w:val="00E14EF3"/>
    <w:rsid w:val="00E20E38"/>
    <w:rsid w:val="00E2314F"/>
    <w:rsid w:val="00E26E9D"/>
    <w:rsid w:val="00E36161"/>
    <w:rsid w:val="00E4600D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A59"/>
    <w:rsid w:val="00E907C9"/>
    <w:rsid w:val="00E91BEB"/>
    <w:rsid w:val="00E93AC8"/>
    <w:rsid w:val="00EA1488"/>
    <w:rsid w:val="00EB0C96"/>
    <w:rsid w:val="00EB1385"/>
    <w:rsid w:val="00EB57EF"/>
    <w:rsid w:val="00EB7677"/>
    <w:rsid w:val="00EC5525"/>
    <w:rsid w:val="00ED071D"/>
    <w:rsid w:val="00ED29A4"/>
    <w:rsid w:val="00ED41E8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6F1D"/>
    <w:rsid w:val="00F217C0"/>
    <w:rsid w:val="00F24893"/>
    <w:rsid w:val="00F25E9B"/>
    <w:rsid w:val="00F30908"/>
    <w:rsid w:val="00F4318C"/>
    <w:rsid w:val="00F46877"/>
    <w:rsid w:val="00F472E6"/>
    <w:rsid w:val="00F52E9A"/>
    <w:rsid w:val="00F55F54"/>
    <w:rsid w:val="00F63CBE"/>
    <w:rsid w:val="00F652C0"/>
    <w:rsid w:val="00F76FB8"/>
    <w:rsid w:val="00F86CB3"/>
    <w:rsid w:val="00F919E6"/>
    <w:rsid w:val="00FA1648"/>
    <w:rsid w:val="00FA1F9E"/>
    <w:rsid w:val="00FA1FAE"/>
    <w:rsid w:val="00FA2DA0"/>
    <w:rsid w:val="00FA4866"/>
    <w:rsid w:val="00FA4F16"/>
    <w:rsid w:val="00FA5403"/>
    <w:rsid w:val="00FB180D"/>
    <w:rsid w:val="00FB2A8B"/>
    <w:rsid w:val="00FB64D6"/>
    <w:rsid w:val="00FB780E"/>
    <w:rsid w:val="00FC1023"/>
    <w:rsid w:val="00FC16AB"/>
    <w:rsid w:val="00FC726B"/>
    <w:rsid w:val="00FD4EC7"/>
    <w:rsid w:val="00FD52DA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15C13"/>
  <w15:docId w15:val="{6984B98B-3CC4-4407-99D5-60162C1A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99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3119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uiPriority w:val="99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Loendilik">
    <w:name w:val="List Paragraph"/>
    <w:basedOn w:val="Normaallaad"/>
    <w:uiPriority w:val="34"/>
    <w:qFormat/>
    <w:rsid w:val="0066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e\AppData\Local\Microsoft\Windows\Temporary%20Internet%20Files\Content.IE5\LOK2S58M\metsamaterjali%20m&#252;&#252;gileping%20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ep.dotx</Template>
  <TotalTime>5</TotalTime>
  <Pages>3</Pages>
  <Words>366</Words>
  <Characters>2906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3266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a1</dc:creator>
  <cp:lastModifiedBy>Mart Enel</cp:lastModifiedBy>
  <cp:revision>5</cp:revision>
  <cp:lastPrinted>2015-07-06T09:24:00Z</cp:lastPrinted>
  <dcterms:created xsi:type="dcterms:W3CDTF">2025-04-28T12:53:00Z</dcterms:created>
  <dcterms:modified xsi:type="dcterms:W3CDTF">2025-04-28T12:58:00Z</dcterms:modified>
</cp:coreProperties>
</file>